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75A" w:rsidRPr="00110ECD" w:rsidRDefault="00F5775A" w:rsidP="00FE4BED">
      <w:pPr>
        <w:pStyle w:val="Corptext"/>
        <w:ind w:right="117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C501F4">
        <w:rPr>
          <w:rFonts w:ascii="Calibri" w:hAnsi="Calibri" w:cs="Calibri"/>
        </w:rPr>
        <w:t xml:space="preserve"> 3.3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23" w:rsidRDefault="004D3023">
      <w:r>
        <w:separator/>
      </w:r>
    </w:p>
  </w:endnote>
  <w:endnote w:type="continuationSeparator" w:id="0">
    <w:p w:rsidR="004D3023" w:rsidRDefault="004D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BD9" w:rsidRDefault="005C3BD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CE7CA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CE7CA0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23" w:rsidRDefault="004D3023">
      <w:r>
        <w:separator/>
      </w:r>
    </w:p>
  </w:footnote>
  <w:footnote w:type="continuationSeparator" w:id="0">
    <w:p w:rsidR="004D3023" w:rsidRDefault="004D3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BD9" w:rsidRDefault="005C3BD9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51641" o:spid="_x0000_s2050" type="#_x0000_t136" style="position:absolute;margin-left:0;margin-top:0;width:561.15pt;height:112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C6A" w:rsidRPr="00841C6A" w:rsidRDefault="005C3BD9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51642" o:spid="_x0000_s2051" type="#_x0000_t136" style="position:absolute;margin-left:0;margin-top:0;width:561.15pt;height:112.2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CE7CA0"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CE7CA0"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CE7CA0"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CE7CA0"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CE7CA0"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182" w:rsidRDefault="005C3BD9" w:rsidP="00EB4182">
    <w:pPr>
      <w:pStyle w:val="Antet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451640" o:spid="_x0000_s2049" type="#_x0000_t136" style="position:absolute;margin-left:0;margin-top:0;width:561.15pt;height:112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CE7CA0"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CA0"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CA0"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fr-FR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D3023"/>
    <w:rsid w:val="004E277C"/>
    <w:rsid w:val="00523BEA"/>
    <w:rsid w:val="005705BF"/>
    <w:rsid w:val="005A6B00"/>
    <w:rsid w:val="005C21C9"/>
    <w:rsid w:val="005C3BD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5A33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2393B"/>
    <w:rsid w:val="00B81BF6"/>
    <w:rsid w:val="00BB1052"/>
    <w:rsid w:val="00BD3175"/>
    <w:rsid w:val="00BF41C3"/>
    <w:rsid w:val="00C05C7A"/>
    <w:rsid w:val="00C46F48"/>
    <w:rsid w:val="00C501F4"/>
    <w:rsid w:val="00C564B2"/>
    <w:rsid w:val="00C82AD1"/>
    <w:rsid w:val="00C916A3"/>
    <w:rsid w:val="00CC6C98"/>
    <w:rsid w:val="00CE7CA0"/>
    <w:rsid w:val="00D01958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F07BF146-A2E3-4E0B-BC9C-B0B986A6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6FF33-C8D3-4090-B7E3-2CCB4AC3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1995</Words>
  <Characters>11374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2023-08-03T09:14:00Z</dcterms:created>
  <dcterms:modified xsi:type="dcterms:W3CDTF">2023-09-14T06:27:00Z</dcterms:modified>
</cp:coreProperties>
</file>